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52116898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nr </w:t>
      </w:r>
      <w:r w:rsidR="00F61A26" w:rsidRPr="00B169DF">
        <w:rPr>
          <w:rFonts w:ascii="Corbel" w:hAnsi="Corbel"/>
          <w:bCs/>
          <w:i/>
        </w:rPr>
        <w:t>7/2023</w:t>
      </w:r>
    </w:p>
    <w:p w14:paraId="113AC8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18011C9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C34A0">
        <w:rPr>
          <w:rFonts w:ascii="Corbel" w:hAnsi="Corbel"/>
          <w:i/>
          <w:smallCaps/>
          <w:sz w:val="24"/>
          <w:szCs w:val="24"/>
        </w:rPr>
        <w:t>2024-2027</w:t>
      </w:r>
    </w:p>
    <w:p w14:paraId="58C9E429" w14:textId="24D199AC" w:rsidR="0085747A" w:rsidRPr="00B169DF" w:rsidRDefault="0085747A" w:rsidP="005F502C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442CF49" w14:textId="1615C9B3" w:rsidR="00445970" w:rsidRPr="00B169DF" w:rsidRDefault="005F502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4E3DE4">
        <w:rPr>
          <w:rFonts w:ascii="Corbel" w:hAnsi="Corbel"/>
          <w:sz w:val="20"/>
          <w:szCs w:val="20"/>
        </w:rPr>
        <w:t>20</w:t>
      </w:r>
      <w:r w:rsidR="000C59AF" w:rsidRPr="004E3DE4">
        <w:rPr>
          <w:rFonts w:ascii="Corbel" w:hAnsi="Corbel"/>
          <w:sz w:val="20"/>
          <w:szCs w:val="20"/>
        </w:rPr>
        <w:t>2</w:t>
      </w:r>
      <w:r w:rsidR="009B3CD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</w:t>
      </w:r>
      <w:r w:rsidR="000C59AF" w:rsidRPr="004E3DE4">
        <w:rPr>
          <w:rFonts w:ascii="Corbel" w:hAnsi="Corbel"/>
          <w:sz w:val="20"/>
          <w:szCs w:val="20"/>
        </w:rPr>
        <w:t>202</w:t>
      </w:r>
      <w:r w:rsidR="009B3CD4">
        <w:rPr>
          <w:rFonts w:ascii="Corbel" w:hAnsi="Corbel"/>
          <w:sz w:val="20"/>
          <w:szCs w:val="20"/>
        </w:rPr>
        <w:t>7</w:t>
      </w:r>
    </w:p>
    <w:p w14:paraId="22170DE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1F8DDE9E" w:rsidR="0085747A" w:rsidRPr="00614E6F" w:rsidRDefault="007D06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 w środowisku wielokulturowym</w:t>
            </w:r>
          </w:p>
        </w:tc>
      </w:tr>
      <w:tr w:rsidR="0085747A" w:rsidRPr="00B169DF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2829D211" w:rsidR="0085747A" w:rsidRPr="00B169DF" w:rsidRDefault="002D1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3F"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B83A6C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2D103F">
              <w:rPr>
                <w:rFonts w:ascii="Corbel" w:hAnsi="Corbel"/>
                <w:b w:val="0"/>
                <w:sz w:val="24"/>
                <w:szCs w:val="24"/>
              </w:rPr>
              <w:t>]POR_0</w:t>
            </w:r>
            <w:r w:rsidR="007D06F2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DC34A0" w:rsidRPr="00B169DF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B169DF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B169DF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B169DF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B169DF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7285DE5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C34A0" w:rsidRPr="00B169DF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B169DF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2E0FAEE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4A0" w:rsidRPr="00B169DF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1F34CD5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101BC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C34A0" w:rsidRPr="00B169DF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21780AD1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C34A0" w:rsidRPr="00B169DF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B169DF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5FF850A5" w:rsidR="00DC34A0" w:rsidRPr="00B169DF" w:rsidRDefault="007D06F2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  <w:tr w:rsidR="00DC34A0" w:rsidRPr="00B169DF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69DEC96A" w:rsidR="00DC34A0" w:rsidRPr="00B169DF" w:rsidRDefault="007D06F2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Barbara Marek-Zborowska</w:t>
            </w:r>
          </w:p>
        </w:tc>
      </w:tr>
    </w:tbl>
    <w:p w14:paraId="33BF5993" w14:textId="55D2EA4A" w:rsidR="00923D7D" w:rsidRPr="00B169DF" w:rsidRDefault="0085747A" w:rsidP="00B249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2A715762" w14:textId="77777777" w:rsidTr="005F502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1F24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B169DF" w:rsidRDefault="002B5EA0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B169DF" w:rsidRDefault="00015B8F" w:rsidP="005F502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94C8F1" w14:textId="77777777" w:rsidTr="005F502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1022" w14:textId="528CCC76" w:rsidR="00015B8F" w:rsidRPr="00B169DF" w:rsidRDefault="009B3CD4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  <w:r w:rsidR="00101BCB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B169DF" w:rsidRDefault="00015B8F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B169DF" w:rsidRDefault="00015B8F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7949F086" w:rsidR="00015B8F" w:rsidRPr="00B169DF" w:rsidRDefault="00A27B23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B169DF" w:rsidRDefault="00015B8F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B169DF" w:rsidRDefault="00015B8F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B169DF" w:rsidRDefault="00015B8F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B169DF" w:rsidRDefault="00015B8F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B169DF" w:rsidRDefault="00015B8F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6AB1E3E9" w:rsidR="00015B8F" w:rsidRPr="00B169DF" w:rsidRDefault="007D06F2" w:rsidP="005F50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2C2989" w14:textId="77777777" w:rsidR="00923D7D" w:rsidRPr="00B169DF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300E9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ABC7DB" w14:textId="77777777" w:rsidR="005F502C" w:rsidRDefault="005F502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5FFE75" w14:textId="5CE790D3" w:rsidR="009C54AE" w:rsidRPr="00B169DF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6B1EEC94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1C66E9AC" w14:textId="77777777" w:rsidR="005F502C" w:rsidRPr="00B169DF" w:rsidRDefault="005F502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315B9DA" w14:textId="77777777" w:rsidTr="00745302">
        <w:tc>
          <w:tcPr>
            <w:tcW w:w="9670" w:type="dxa"/>
          </w:tcPr>
          <w:p w14:paraId="38800A3E" w14:textId="5B0966D0" w:rsidR="0085747A" w:rsidRPr="00B169DF" w:rsidRDefault="007D06F2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06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i umiejętności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przedmiotów:</w:t>
            </w:r>
            <w:r w:rsidRPr="007D06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</w:t>
            </w:r>
            <w:r w:rsidR="00C379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7D06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olityk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7D06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7D06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oraz „</w:t>
            </w:r>
            <w:r w:rsidR="00C379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D06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 do socjologii”.</w:t>
            </w:r>
          </w:p>
        </w:tc>
      </w:tr>
    </w:tbl>
    <w:p w14:paraId="1A2B853B" w14:textId="77777777" w:rsidR="000659C6" w:rsidRDefault="000659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4F90E6" w14:textId="77777777" w:rsidR="005F502C" w:rsidRDefault="005F50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5D3E127" w14:textId="331F215C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71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789D" w:rsidRPr="00B169DF" w14:paraId="32D614AD" w14:textId="77777777" w:rsidTr="00E3789D">
        <w:tc>
          <w:tcPr>
            <w:tcW w:w="845" w:type="dxa"/>
            <w:vAlign w:val="center"/>
          </w:tcPr>
          <w:p w14:paraId="29E69D89" w14:textId="77777777" w:rsidR="00E3789D" w:rsidRPr="00B169DF" w:rsidRDefault="00E3789D" w:rsidP="007D06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B5E2677" w14:textId="68BAAFF0" w:rsidR="00E3789D" w:rsidRPr="009226A3" w:rsidRDefault="00E3789D" w:rsidP="007D06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wiedzę na temat idei społeczeństwa wielokulturowego.</w:t>
            </w:r>
          </w:p>
        </w:tc>
      </w:tr>
      <w:tr w:rsidR="00E3789D" w:rsidRPr="00B169DF" w14:paraId="3913C9CF" w14:textId="77777777" w:rsidTr="00E3789D">
        <w:tc>
          <w:tcPr>
            <w:tcW w:w="845" w:type="dxa"/>
            <w:vAlign w:val="center"/>
          </w:tcPr>
          <w:p w14:paraId="59E404B1" w14:textId="2E2B6759" w:rsidR="00E3789D" w:rsidRPr="00B169DF" w:rsidRDefault="00E3789D" w:rsidP="007D06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7FE7D30" w14:textId="5CFC843F" w:rsidR="00E3789D" w:rsidRPr="009226A3" w:rsidRDefault="00E3789D" w:rsidP="007D06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potrafi diagnozować problemy migracji i uchodźctwa w Polsce i w Europie.</w:t>
            </w:r>
          </w:p>
        </w:tc>
      </w:tr>
      <w:tr w:rsidR="00E3789D" w:rsidRPr="00B169DF" w14:paraId="31BB076F" w14:textId="77777777" w:rsidTr="00E3789D">
        <w:tc>
          <w:tcPr>
            <w:tcW w:w="845" w:type="dxa"/>
            <w:vAlign w:val="center"/>
          </w:tcPr>
          <w:p w14:paraId="35E3474F" w14:textId="5C822690" w:rsidR="00E3789D" w:rsidRDefault="00E3789D" w:rsidP="007D06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F181BA" w14:textId="5E6A3A9A" w:rsidR="00E3789D" w:rsidRPr="009226A3" w:rsidRDefault="00E3789D" w:rsidP="007D06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ma wiedzę i umiejętności dotyczące metod i form pracy socjalnej z uchodźcami i imigrantami. </w:t>
            </w:r>
          </w:p>
        </w:tc>
      </w:tr>
      <w:tr w:rsidR="00E3789D" w:rsidRPr="00B169DF" w14:paraId="769AF023" w14:textId="77777777" w:rsidTr="00E3789D">
        <w:tc>
          <w:tcPr>
            <w:tcW w:w="845" w:type="dxa"/>
            <w:vAlign w:val="center"/>
          </w:tcPr>
          <w:p w14:paraId="22E7F083" w14:textId="75AF6199" w:rsidR="00E3789D" w:rsidRDefault="00E3789D" w:rsidP="007D06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E700062" w14:textId="2C571E5B" w:rsidR="00E3789D" w:rsidRPr="009226A3" w:rsidRDefault="00E3789D" w:rsidP="007D06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3DDC">
              <w:rPr>
                <w:rFonts w:ascii="Corbel" w:hAnsi="Corbel"/>
                <w:b w:val="0"/>
                <w:sz w:val="24"/>
                <w:szCs w:val="24"/>
              </w:rPr>
              <w:t xml:space="preserve">Student zna zadania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i kompetencje instytucji udzielających pomocy uchodźcom i imigrantom.</w:t>
            </w:r>
          </w:p>
        </w:tc>
      </w:tr>
    </w:tbl>
    <w:p w14:paraId="12BB07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18E624FD" w14:textId="77777777" w:rsidTr="00B47EA9">
        <w:tc>
          <w:tcPr>
            <w:tcW w:w="1681" w:type="dxa"/>
            <w:vAlign w:val="center"/>
          </w:tcPr>
          <w:p w14:paraId="6DB026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C4EC8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B3057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D06F2" w14:paraId="572789FA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7D06F2" w:rsidRDefault="007D06F2" w:rsidP="007D0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E22EF1B" w14:textId="41F88234" w:rsidR="007D06F2" w:rsidRPr="00B47EA9" w:rsidRDefault="00AD7DB0" w:rsidP="007D06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DB0">
              <w:rPr>
                <w:rFonts w:ascii="Corbel" w:hAnsi="Corbel"/>
                <w:b w:val="0"/>
                <w:smallCaps w:val="0"/>
                <w:szCs w:val="24"/>
              </w:rPr>
              <w:t>Student zna mechanizmy funkcjonowania człowieka w środowisku wielokulturowym oraz formy wsparcia z zakresu pomocy społecznej dla imigrantów i uchodźców.</w:t>
            </w:r>
          </w:p>
        </w:tc>
        <w:tc>
          <w:tcPr>
            <w:tcW w:w="1865" w:type="dxa"/>
          </w:tcPr>
          <w:p w14:paraId="5D3BB8A5" w14:textId="573BE388" w:rsidR="007D06F2" w:rsidRPr="00B47EA9" w:rsidRDefault="007D06F2" w:rsidP="007D06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D06F2" w14:paraId="3013CEB0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7D06F2" w:rsidRDefault="007D06F2" w:rsidP="007D0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B86D8" w14:textId="7BE90EC7" w:rsidR="007D06F2" w:rsidRPr="00B47EA9" w:rsidRDefault="00AD7DB0" w:rsidP="007D06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DB0">
              <w:rPr>
                <w:rFonts w:ascii="Corbel" w:hAnsi="Corbel"/>
                <w:b w:val="0"/>
                <w:smallCaps w:val="0"/>
                <w:szCs w:val="24"/>
              </w:rPr>
              <w:t>Student ma wiedzę na temat procesów przemian globalnych w obrębie problemów migracji oraz ich uwarunkowań i skutków; procesów kształtowania się struktur i instytucji udzielających pomocy uchodźcom i imigrantom.</w:t>
            </w:r>
          </w:p>
        </w:tc>
        <w:tc>
          <w:tcPr>
            <w:tcW w:w="1865" w:type="dxa"/>
          </w:tcPr>
          <w:p w14:paraId="3D20D839" w14:textId="77A65F9F" w:rsidR="007D06F2" w:rsidRPr="00B47EA9" w:rsidRDefault="007D06F2" w:rsidP="007D06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7D06F2" w14:paraId="0B8C24BD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7D06F2" w:rsidRDefault="007D06F2" w:rsidP="007D0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6D18D06" w14:textId="4F454274" w:rsidR="007D06F2" w:rsidRPr="00B47EA9" w:rsidRDefault="00AD7DB0" w:rsidP="007D06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DB0">
              <w:rPr>
                <w:rFonts w:ascii="Corbel" w:hAnsi="Corbel"/>
                <w:b w:val="0"/>
                <w:smallCaps w:val="0"/>
                <w:szCs w:val="24"/>
              </w:rPr>
              <w:t>Student prawidłowo interpretuje oraz rozróżnia zjawiska społeczne (kulturowe, polityczne, prawne, ekonomiczne) związane z pracą socjalną w środowisku wielokulturowym.</w:t>
            </w:r>
          </w:p>
        </w:tc>
        <w:tc>
          <w:tcPr>
            <w:tcW w:w="1865" w:type="dxa"/>
          </w:tcPr>
          <w:p w14:paraId="401BF4D3" w14:textId="1712432F" w:rsidR="007D06F2" w:rsidRPr="00B47EA9" w:rsidRDefault="007D06F2" w:rsidP="007D06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 xml:space="preserve"> K_U01</w:t>
            </w:r>
          </w:p>
        </w:tc>
      </w:tr>
      <w:tr w:rsidR="007D06F2" w14:paraId="650ACE4D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7D06F2" w:rsidRDefault="007D06F2" w:rsidP="007D0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2371C6" w14:textId="43417BBA" w:rsidR="007D06F2" w:rsidRPr="00B47EA9" w:rsidRDefault="00AD7DB0" w:rsidP="007D06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DB0">
              <w:rPr>
                <w:rFonts w:ascii="Corbel" w:hAnsi="Corbel"/>
                <w:b w:val="0"/>
                <w:smallCaps w:val="0"/>
                <w:szCs w:val="24"/>
              </w:rPr>
              <w:t>Student samodzielnie analizuje przyczyny i skutki procesów migracyjnych i zjawisk społecznych z tym związanych (kulturowych, politycznych, prawnych i ekonomicznych). Na tej podstawie potrafi prognozować procesy i zjawiska społeczne zachodzące w środowisku wielokulturowym prowadzące do zagrożeń ubóstwem oraz wykluczeniem społecznym i przygotowywać na tej podstawie plany pomocy dla imigrantów, uchodźców.</w:t>
            </w:r>
          </w:p>
        </w:tc>
        <w:tc>
          <w:tcPr>
            <w:tcW w:w="1865" w:type="dxa"/>
          </w:tcPr>
          <w:p w14:paraId="54D0B05D" w14:textId="78F5C9DC" w:rsidR="007D06F2" w:rsidRPr="00B47EA9" w:rsidRDefault="007D06F2" w:rsidP="007D06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7D06F2" w14:paraId="119DD41D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5C44" w14:textId="7373A4B6" w:rsidR="007D06F2" w:rsidRDefault="007D06F2" w:rsidP="007D0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4C84731" w14:textId="5AEEE1F6" w:rsidR="007D06F2" w:rsidRPr="00B47EA9" w:rsidRDefault="00AD7DB0" w:rsidP="007D06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DB0">
              <w:rPr>
                <w:rFonts w:ascii="Corbel" w:hAnsi="Corbel"/>
                <w:b w:val="0"/>
                <w:smallCaps w:val="0"/>
                <w:szCs w:val="24"/>
              </w:rPr>
              <w:t>Student potrafi samodzielnie analizować dorobek społeczeństw wielokulturowych.</w:t>
            </w:r>
          </w:p>
        </w:tc>
        <w:tc>
          <w:tcPr>
            <w:tcW w:w="1865" w:type="dxa"/>
          </w:tcPr>
          <w:p w14:paraId="625FD5E6" w14:textId="3364A167" w:rsidR="007D06F2" w:rsidRPr="00B47EA9" w:rsidRDefault="007D06F2" w:rsidP="007D06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D06F2" w14:paraId="23F77C9F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0A14" w14:textId="2B43703C" w:rsidR="007D06F2" w:rsidRDefault="007D06F2" w:rsidP="007D0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30A59D7" w14:textId="3690CC7A" w:rsidR="007D06F2" w:rsidRPr="00B47EA9" w:rsidRDefault="007D06F2" w:rsidP="007D06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jest przygotowany do uczestnictwa w grupach, organizacjach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instytucjach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wspierających środowiska wielokulturowe w zakresie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dział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ań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socjaln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ych.</w:t>
            </w:r>
          </w:p>
        </w:tc>
        <w:tc>
          <w:tcPr>
            <w:tcW w:w="1865" w:type="dxa"/>
          </w:tcPr>
          <w:p w14:paraId="0F2545E8" w14:textId="6C0138E9" w:rsidR="007D06F2" w:rsidRPr="00B47EA9" w:rsidRDefault="007D06F2" w:rsidP="007D06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  <w:tr w:rsidR="007D06F2" w14:paraId="2386D5C7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B94F" w14:textId="58D6CAAA" w:rsidR="007D06F2" w:rsidRDefault="007D06F2" w:rsidP="007D0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719B1C3" w14:textId="05F145A0" w:rsidR="007D06F2" w:rsidRPr="00B47EA9" w:rsidRDefault="007D06F2" w:rsidP="007D06F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Student posiada zdolność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do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adaptacji i działania w sytuacjach trudnych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wymagających wiedzy z zakresu różnorodności kulturowej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człowieka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negocjowania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warunków ustalania celów pracy socjalnej i planu pomocy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 xml:space="preserve">z imigrantami i  uchodźcami,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rozpoznając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przy tym 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własne ograniczenia 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 </w:t>
            </w:r>
            <w:r w:rsidRPr="00411C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pracy z inny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mi ludźmi.</w:t>
            </w:r>
          </w:p>
        </w:tc>
        <w:tc>
          <w:tcPr>
            <w:tcW w:w="1865" w:type="dxa"/>
          </w:tcPr>
          <w:p w14:paraId="0FC56A2C" w14:textId="1408ABB9" w:rsidR="007D06F2" w:rsidRPr="00B47EA9" w:rsidRDefault="007D06F2" w:rsidP="007D06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0DD3">
              <w:rPr>
                <w:rFonts w:ascii="Corbel" w:hAnsi="Corbel"/>
                <w:b w:val="0"/>
                <w:szCs w:val="24"/>
              </w:rPr>
              <w:lastRenderedPageBreak/>
              <w:t>K_K07</w:t>
            </w:r>
          </w:p>
        </w:tc>
      </w:tr>
    </w:tbl>
    <w:p w14:paraId="458D9863" w14:textId="1C450CE5" w:rsidR="00DB0DA0" w:rsidRDefault="00DB0DA0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</w:p>
    <w:p w14:paraId="49CF4502" w14:textId="1246EA0C" w:rsidR="0085747A" w:rsidRPr="00DB0DA0" w:rsidRDefault="00675843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69721F">
        <w:rPr>
          <w:rFonts w:ascii="Corbel" w:hAnsi="Corbel"/>
          <w:b/>
          <w:sz w:val="24"/>
          <w:szCs w:val="24"/>
        </w:rPr>
        <w:t>3.3</w:t>
      </w:r>
      <w:r w:rsidR="001D7B54" w:rsidRPr="0069721F">
        <w:rPr>
          <w:rFonts w:ascii="Corbel" w:hAnsi="Corbel"/>
          <w:b/>
          <w:sz w:val="24"/>
          <w:szCs w:val="24"/>
        </w:rPr>
        <w:t xml:space="preserve"> </w:t>
      </w:r>
      <w:r w:rsidR="0085747A" w:rsidRPr="0069721F">
        <w:rPr>
          <w:rFonts w:ascii="Corbel" w:hAnsi="Corbel"/>
          <w:b/>
          <w:sz w:val="24"/>
          <w:szCs w:val="24"/>
        </w:rPr>
        <w:t>T</w:t>
      </w:r>
      <w:r w:rsidR="001D7B54" w:rsidRPr="006972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721F">
        <w:rPr>
          <w:rFonts w:ascii="Corbel" w:hAnsi="Corbel"/>
          <w:sz w:val="24"/>
          <w:szCs w:val="24"/>
        </w:rPr>
        <w:t xml:space="preserve">  </w:t>
      </w:r>
    </w:p>
    <w:p w14:paraId="2F974C9F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03EFCFD" w14:textId="77777777" w:rsidR="00DB0DA0" w:rsidRPr="00B169DF" w:rsidRDefault="00DB0DA0" w:rsidP="00DB0D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D1A269" w14:textId="77777777" w:rsidTr="005F502C">
        <w:tc>
          <w:tcPr>
            <w:tcW w:w="9520" w:type="dxa"/>
          </w:tcPr>
          <w:p w14:paraId="2D0E760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6F652F5" w14:textId="77777777" w:rsidTr="005F502C">
        <w:tc>
          <w:tcPr>
            <w:tcW w:w="9520" w:type="dxa"/>
          </w:tcPr>
          <w:p w14:paraId="6B5069C3" w14:textId="10654ADE" w:rsidR="0085747A" w:rsidRPr="00B169DF" w:rsidRDefault="009B3CD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7D426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6953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0C7B0" w14:textId="77777777" w:rsidTr="009D44A6">
        <w:tc>
          <w:tcPr>
            <w:tcW w:w="9520" w:type="dxa"/>
          </w:tcPr>
          <w:p w14:paraId="58C96E14" w14:textId="77777777" w:rsidR="0085747A" w:rsidRPr="00B169DF" w:rsidRDefault="0085747A" w:rsidP="009A50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89D" w14:paraId="693116F7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45B" w14:textId="4DC190FC" w:rsidR="00E3789D" w:rsidRPr="009D44A6" w:rsidRDefault="00E3789D" w:rsidP="009D44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4A6">
              <w:rPr>
                <w:rFonts w:ascii="Corbel" w:hAnsi="Corbel"/>
                <w:sz w:val="24"/>
                <w:szCs w:val="24"/>
              </w:rPr>
              <w:t xml:space="preserve">Wielokulturowość </w:t>
            </w:r>
            <w:r w:rsidR="00C541F5" w:rsidRPr="009D44A6">
              <w:rPr>
                <w:rFonts w:ascii="Corbel" w:hAnsi="Corbel"/>
                <w:sz w:val="24"/>
                <w:szCs w:val="24"/>
              </w:rPr>
              <w:t xml:space="preserve">w ujęciu interdyscyplinarnym. </w:t>
            </w:r>
            <w:r w:rsidR="00523AC7" w:rsidRPr="009D44A6">
              <w:rPr>
                <w:rFonts w:ascii="Corbel" w:hAnsi="Corbel"/>
                <w:sz w:val="24"/>
                <w:szCs w:val="24"/>
              </w:rPr>
              <w:t xml:space="preserve">Definicje </w:t>
            </w:r>
            <w:r w:rsidR="00C541F5" w:rsidRPr="009D44A6">
              <w:rPr>
                <w:rFonts w:ascii="Corbel" w:hAnsi="Corbel"/>
                <w:sz w:val="24"/>
                <w:szCs w:val="24"/>
              </w:rPr>
              <w:t>i a</w:t>
            </w:r>
            <w:r w:rsidR="00523AC7" w:rsidRPr="009D44A6">
              <w:rPr>
                <w:rFonts w:ascii="Corbel" w:hAnsi="Corbel"/>
                <w:sz w:val="24"/>
                <w:szCs w:val="24"/>
              </w:rPr>
              <w:t xml:space="preserve">naliza historyczna pojęcia.  </w:t>
            </w:r>
          </w:p>
        </w:tc>
      </w:tr>
      <w:tr w:rsidR="00691747" w14:paraId="0EF5152F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7BED" w14:textId="2F774880" w:rsidR="00691747" w:rsidRPr="00301008" w:rsidRDefault="0003772C" w:rsidP="009D4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wielokulturowe.</w:t>
            </w:r>
            <w:r w:rsidRPr="003010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301008">
              <w:rPr>
                <w:rFonts w:ascii="Corbel" w:hAnsi="Corbel"/>
                <w:sz w:val="24"/>
                <w:szCs w:val="24"/>
              </w:rPr>
              <w:t>onflikt czy szansa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008">
              <w:rPr>
                <w:rFonts w:ascii="Corbel" w:hAnsi="Corbel"/>
                <w:sz w:val="24"/>
                <w:szCs w:val="24"/>
              </w:rPr>
              <w:t>koegzystencji?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008">
              <w:rPr>
                <w:rFonts w:ascii="Corbel" w:hAnsi="Corbel"/>
                <w:sz w:val="24"/>
                <w:szCs w:val="24"/>
              </w:rPr>
              <w:t>Perspektywa</w:t>
            </w:r>
            <w:r>
              <w:rPr>
                <w:rFonts w:ascii="Corbel" w:hAnsi="Corbel"/>
                <w:sz w:val="24"/>
                <w:szCs w:val="24"/>
              </w:rPr>
              <w:t xml:space="preserve"> socjologiczna, psychologiczna i pedagogiczna.</w:t>
            </w:r>
          </w:p>
        </w:tc>
      </w:tr>
      <w:tr w:rsidR="00523AC7" w14:paraId="111EAEEC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F1CB" w14:textId="17036644" w:rsidR="00523AC7" w:rsidRPr="00523AC7" w:rsidRDefault="00523AC7" w:rsidP="009A50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3AC7">
              <w:rPr>
                <w:rFonts w:ascii="Corbel" w:hAnsi="Corbel"/>
                <w:sz w:val="24"/>
                <w:szCs w:val="24"/>
              </w:rPr>
              <w:t>Procesy</w:t>
            </w:r>
            <w:r>
              <w:rPr>
                <w:rFonts w:ascii="Corbel" w:hAnsi="Corbel"/>
                <w:sz w:val="24"/>
                <w:szCs w:val="24"/>
              </w:rPr>
              <w:t xml:space="preserve"> migracyjne jako źródło różnorodności.</w:t>
            </w:r>
            <w:r w:rsidRPr="00301008">
              <w:rPr>
                <w:rFonts w:ascii="Corbel" w:hAnsi="Corbel"/>
                <w:sz w:val="24"/>
                <w:szCs w:val="24"/>
              </w:rPr>
              <w:t xml:space="preserve"> Migracyjna polityka Unii Europejskiej i Polski – nowe trendy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008">
              <w:rPr>
                <w:rFonts w:ascii="Corbel" w:hAnsi="Corbel"/>
                <w:sz w:val="24"/>
                <w:szCs w:val="24"/>
              </w:rPr>
              <w:t>w migracjach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6AF7" w14:paraId="78110D24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6FA7" w14:textId="6136D0FC" w:rsidR="00326AF7" w:rsidRPr="00523AC7" w:rsidRDefault="00326AF7" w:rsidP="009A50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23AC7">
              <w:rPr>
                <w:rFonts w:ascii="Corbel" w:hAnsi="Corbel"/>
                <w:sz w:val="24"/>
                <w:szCs w:val="24"/>
              </w:rPr>
              <w:t>Polityka UE wobec uchodźców. Prawo międzynarodowe i prawo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23AC7">
              <w:rPr>
                <w:rFonts w:ascii="Corbel" w:hAnsi="Corbel"/>
                <w:sz w:val="24"/>
                <w:szCs w:val="24"/>
              </w:rPr>
              <w:t>europejskie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3789D" w14:paraId="3B5A957A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56FB" w14:textId="603F6779" w:rsidR="00E3789D" w:rsidRPr="009D44A6" w:rsidRDefault="00326AF7" w:rsidP="009D44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4A6">
              <w:rPr>
                <w:rFonts w:ascii="Corbel" w:hAnsi="Corbel"/>
                <w:sz w:val="24"/>
                <w:szCs w:val="24"/>
              </w:rPr>
              <w:t>Prawo polskie a imigranci i uchodźcy.</w:t>
            </w:r>
          </w:p>
        </w:tc>
      </w:tr>
      <w:tr w:rsidR="00326AF7" w14:paraId="24F7EF25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CAEF" w14:textId="40CB8DB9" w:rsidR="00326AF7" w:rsidRPr="00523AC7" w:rsidRDefault="00326AF7" w:rsidP="009D4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Podmioty działające w obszarze problematyki migracyjnej – podmioty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1008">
              <w:rPr>
                <w:rFonts w:ascii="Corbel" w:hAnsi="Corbel"/>
                <w:sz w:val="24"/>
                <w:szCs w:val="24"/>
              </w:rPr>
              <w:t>międzynarodowe, krajowe i pozarządowe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307C" w14:paraId="33C3BFDD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E995" w14:textId="6587F3FF" w:rsidR="0041307C" w:rsidRPr="009D44A6" w:rsidRDefault="0041307C" w:rsidP="009D44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4A6">
              <w:rPr>
                <w:rFonts w:ascii="Corbel" w:hAnsi="Corbel"/>
                <w:sz w:val="24"/>
                <w:szCs w:val="24"/>
              </w:rPr>
              <w:t>Zarządzanie różnorodnością kulturową i społeczną w lokalnych społecznościach.</w:t>
            </w:r>
          </w:p>
        </w:tc>
      </w:tr>
      <w:tr w:rsidR="007B4098" w14:paraId="3BBAB036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FCE5" w14:textId="45D3C95C" w:rsidR="007B4098" w:rsidRPr="009D44A6" w:rsidRDefault="007B4098" w:rsidP="009D44A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4A6">
              <w:rPr>
                <w:rFonts w:ascii="Corbel" w:hAnsi="Corbel"/>
                <w:sz w:val="24"/>
                <w:szCs w:val="24"/>
              </w:rPr>
              <w:t>Komunikacja międzykulturowa w pracy socjalnej.</w:t>
            </w:r>
          </w:p>
        </w:tc>
      </w:tr>
      <w:tr w:rsidR="00096F56" w14:paraId="427A9EC5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0B1F" w14:textId="58CA0A5A" w:rsidR="00096F56" w:rsidRPr="00301008" w:rsidRDefault="00096F56" w:rsidP="009A50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Praca socjalna z uchodźcami i emigrantami w środowisku lokalnym. Metody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89D">
              <w:rPr>
                <w:rFonts w:ascii="Corbel" w:hAnsi="Corbel"/>
                <w:sz w:val="24"/>
                <w:szCs w:val="24"/>
              </w:rPr>
              <w:t>formy.</w:t>
            </w:r>
          </w:p>
        </w:tc>
      </w:tr>
      <w:tr w:rsidR="007B4098" w14:paraId="2F1F6974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EB52" w14:textId="34D2EBEC" w:rsidR="007B4098" w:rsidRPr="00301008" w:rsidRDefault="007B4098" w:rsidP="009A50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Wielokultur0wość a p</w:t>
            </w:r>
            <w:r w:rsidRPr="007B4098">
              <w:rPr>
                <w:rFonts w:ascii="Corbel" w:hAnsi="Corbel"/>
                <w:sz w:val="24"/>
                <w:szCs w:val="24"/>
              </w:rPr>
              <w:t>raca socjalna z kobietami i</w:t>
            </w:r>
            <w:r>
              <w:rPr>
                <w:rFonts w:ascii="Corbel" w:hAnsi="Corbel"/>
                <w:sz w:val="24"/>
                <w:szCs w:val="24"/>
              </w:rPr>
              <w:t xml:space="preserve"> dziećmi.</w:t>
            </w:r>
          </w:p>
        </w:tc>
      </w:tr>
      <w:tr w:rsidR="00096F56" w14:paraId="013DAD1E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EB10" w14:textId="29936E96" w:rsidR="00096F56" w:rsidRDefault="00096F56" w:rsidP="009A50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>Indywidualne Programy Integracyjne jako forma pracy z uchodźcami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89D">
              <w:rPr>
                <w:rFonts w:ascii="Corbel" w:hAnsi="Corbel"/>
                <w:sz w:val="24"/>
                <w:szCs w:val="24"/>
              </w:rPr>
              <w:t>cudzoziemcami. Założenia IPI</w:t>
            </w:r>
            <w:r w:rsidR="001110C8">
              <w:rPr>
                <w:rFonts w:ascii="Corbel" w:hAnsi="Corbel"/>
                <w:sz w:val="24"/>
                <w:szCs w:val="24"/>
              </w:rPr>
              <w:t>. R</w:t>
            </w:r>
            <w:r w:rsidRPr="00E3789D">
              <w:rPr>
                <w:rFonts w:ascii="Corbel" w:hAnsi="Corbel"/>
                <w:sz w:val="24"/>
                <w:szCs w:val="24"/>
              </w:rPr>
              <w:t>ola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3789D">
              <w:rPr>
                <w:rFonts w:ascii="Corbel" w:hAnsi="Corbel"/>
                <w:sz w:val="24"/>
                <w:szCs w:val="24"/>
              </w:rPr>
              <w:t>pracownika socjalnego podczas realizacji IPI.</w:t>
            </w:r>
          </w:p>
        </w:tc>
      </w:tr>
      <w:tr w:rsidR="00096F56" w14:paraId="1795B236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A0E7" w14:textId="405BB328" w:rsidR="00096F56" w:rsidRPr="00301008" w:rsidRDefault="007D31E3" w:rsidP="009A50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31E3">
              <w:rPr>
                <w:rFonts w:ascii="Corbel" w:hAnsi="Corbel"/>
                <w:sz w:val="24"/>
                <w:szCs w:val="24"/>
              </w:rPr>
              <w:t>Polacy wobec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31E3">
              <w:rPr>
                <w:rFonts w:ascii="Corbel" w:hAnsi="Corbel"/>
                <w:sz w:val="24"/>
                <w:szCs w:val="24"/>
              </w:rPr>
              <w:t>cudzoziemców i uchodźców</w:t>
            </w:r>
            <w:r w:rsidR="004130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6F56" w14:paraId="15DC285F" w14:textId="77777777" w:rsidTr="009D44A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19F9" w14:textId="0CEEB86F" w:rsidR="00096F56" w:rsidRPr="00852987" w:rsidRDefault="00533C80" w:rsidP="009D4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01008">
              <w:rPr>
                <w:rFonts w:ascii="Corbel" w:hAnsi="Corbel"/>
                <w:sz w:val="24"/>
                <w:szCs w:val="24"/>
              </w:rPr>
              <w:t xml:space="preserve">Adaptacja, asymilacja i izolacja </w:t>
            </w:r>
            <w:r>
              <w:rPr>
                <w:rFonts w:ascii="Corbel" w:hAnsi="Corbel"/>
                <w:sz w:val="24"/>
                <w:szCs w:val="24"/>
              </w:rPr>
              <w:t xml:space="preserve">cudzoziemców </w:t>
            </w:r>
            <w:r w:rsidRPr="00301008">
              <w:rPr>
                <w:rFonts w:ascii="Corbel" w:hAnsi="Corbel"/>
                <w:sz w:val="24"/>
                <w:szCs w:val="24"/>
              </w:rPr>
              <w:t>w Polsce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33C80">
              <w:rPr>
                <w:rFonts w:ascii="Corbel" w:hAnsi="Corbel"/>
                <w:sz w:val="24"/>
                <w:szCs w:val="24"/>
              </w:rPr>
              <w:t xml:space="preserve">Doświadczenia </w:t>
            </w:r>
            <w:r w:rsidR="00F44F41">
              <w:rPr>
                <w:rFonts w:ascii="Corbel" w:hAnsi="Corbel"/>
                <w:sz w:val="24"/>
                <w:szCs w:val="24"/>
              </w:rPr>
              <w:t xml:space="preserve">cudzoziemców </w:t>
            </w:r>
            <w:r w:rsidRPr="00533C80">
              <w:rPr>
                <w:rFonts w:ascii="Corbel" w:hAnsi="Corbel"/>
                <w:sz w:val="24"/>
                <w:szCs w:val="24"/>
              </w:rPr>
              <w:t>na wybranych przykładach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5E1896" w14:textId="77777777" w:rsidR="00852987" w:rsidRDefault="008529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774D25E" w14:textId="77777777" w:rsidR="00FD0730" w:rsidRDefault="00FD0730" w:rsidP="00FD0730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14:paraId="39FCC1B1" w14:textId="40B83A57" w:rsidR="00852987" w:rsidRPr="00E3789D" w:rsidRDefault="00FD0730" w:rsidP="00E3789D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i/>
          <w:iCs/>
          <w:smallCaps w:val="0"/>
        </w:rPr>
      </w:pPr>
      <w:r w:rsidRPr="00FD0730">
        <w:rPr>
          <w:rFonts w:ascii="Corbel" w:hAnsi="Corbel"/>
          <w:b w:val="0"/>
          <w:i/>
          <w:iCs/>
          <w:smallCaps w:val="0"/>
        </w:rPr>
        <w:t xml:space="preserve">Konwersatorium: </w:t>
      </w:r>
      <w:r w:rsidR="00E3789D" w:rsidRPr="00E3789D">
        <w:rPr>
          <w:rFonts w:ascii="Corbel" w:hAnsi="Corbel"/>
          <w:b w:val="0"/>
          <w:i/>
          <w:iCs/>
          <w:smallCaps w:val="0"/>
        </w:rPr>
        <w:t xml:space="preserve">wykład z prezentacją multimedialną, analiza tekstów z dyskusją, praca w grupach. </w:t>
      </w:r>
    </w:p>
    <w:p w14:paraId="73E8BA9F" w14:textId="77777777" w:rsidR="00852987" w:rsidRPr="00B169DF" w:rsidRDefault="00852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B66A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FBFF263" w14:textId="77777777" w:rsidTr="00DB09FC">
        <w:tc>
          <w:tcPr>
            <w:tcW w:w="1962" w:type="dxa"/>
            <w:vAlign w:val="center"/>
          </w:tcPr>
          <w:p w14:paraId="7CF0C9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7935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FA649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3789D" w:rsidRPr="00B169DF" w14:paraId="7E9ABBC6" w14:textId="77777777" w:rsidTr="00DB09FC">
        <w:tc>
          <w:tcPr>
            <w:tcW w:w="1962" w:type="dxa"/>
          </w:tcPr>
          <w:p w14:paraId="71C29F7F" w14:textId="77777777" w:rsidR="00E3789D" w:rsidRPr="00B169DF" w:rsidRDefault="00E3789D" w:rsidP="00E378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26DBBAE" w14:textId="1C7F690E" w:rsidR="00E3789D" w:rsidRPr="00026ACB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D575" w14:textId="39C273B0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3789D" w:rsidRPr="00B169DF" w14:paraId="6917A329" w14:textId="77777777" w:rsidTr="00DB09FC">
        <w:tc>
          <w:tcPr>
            <w:tcW w:w="1962" w:type="dxa"/>
          </w:tcPr>
          <w:p w14:paraId="112285B5" w14:textId="3ECD5F3B" w:rsidR="00E3789D" w:rsidRPr="00B169DF" w:rsidRDefault="00E3789D" w:rsidP="00E378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4701E15" w14:textId="5EEDF934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07B7" w14:textId="08DBB4EC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3789D" w:rsidRPr="00B169DF" w14:paraId="17BF8D29" w14:textId="77777777" w:rsidTr="00DB09FC">
        <w:tc>
          <w:tcPr>
            <w:tcW w:w="1962" w:type="dxa"/>
          </w:tcPr>
          <w:p w14:paraId="7E5A0955" w14:textId="1976E1FC" w:rsidR="00E3789D" w:rsidRDefault="00E3789D" w:rsidP="00E378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F250DB2" w14:textId="6A7E25CA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D68" w14:textId="085CF39C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3789D" w:rsidRPr="00B169DF" w14:paraId="3EFD733A" w14:textId="77777777" w:rsidTr="0077588C">
        <w:tc>
          <w:tcPr>
            <w:tcW w:w="1962" w:type="dxa"/>
          </w:tcPr>
          <w:p w14:paraId="6F672A0C" w14:textId="5F9A9E66" w:rsidR="00E3789D" w:rsidRDefault="00E3789D" w:rsidP="00E378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3C512FB" w14:textId="047CB7CA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1482" w14:textId="7D38233A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3789D" w:rsidRPr="00B169DF" w14:paraId="768DDCA1" w14:textId="77777777" w:rsidTr="0077588C">
        <w:tc>
          <w:tcPr>
            <w:tcW w:w="1962" w:type="dxa"/>
          </w:tcPr>
          <w:p w14:paraId="454B433C" w14:textId="4C27F116" w:rsidR="00E3789D" w:rsidRDefault="00E3789D" w:rsidP="00E378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35F29FD" w14:textId="3FA36818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BCE8" w14:textId="2E589033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3789D" w:rsidRPr="00B169DF" w14:paraId="35B942D3" w14:textId="77777777" w:rsidTr="0077588C">
        <w:tc>
          <w:tcPr>
            <w:tcW w:w="1962" w:type="dxa"/>
          </w:tcPr>
          <w:p w14:paraId="72385084" w14:textId="23FF33BE" w:rsidR="00E3789D" w:rsidRDefault="00E3789D" w:rsidP="00E378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7575CCB0" w14:textId="7ADD44E5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C24" w14:textId="2FB4000F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3789D" w:rsidRPr="00B169DF" w14:paraId="5E24E3FD" w14:textId="77777777" w:rsidTr="0077588C">
        <w:tc>
          <w:tcPr>
            <w:tcW w:w="1962" w:type="dxa"/>
          </w:tcPr>
          <w:p w14:paraId="18C429B4" w14:textId="29E83788" w:rsidR="00E3789D" w:rsidRDefault="00E3789D" w:rsidP="00E378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880AAAB" w14:textId="15A8FFC7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2FFE">
              <w:rPr>
                <w:rFonts w:ascii="Corbel" w:hAnsi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3884" w14:textId="48F2FE6B" w:rsidR="00E3789D" w:rsidRPr="0069721F" w:rsidRDefault="00E3789D" w:rsidP="00E37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ADB582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0A39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E0AF864" w14:textId="77777777" w:rsidTr="00923D7D">
        <w:tc>
          <w:tcPr>
            <w:tcW w:w="9670" w:type="dxa"/>
          </w:tcPr>
          <w:p w14:paraId="36E799FB" w14:textId="0FF34282" w:rsidR="0085747A" w:rsidRPr="00DB09FC" w:rsidRDefault="00E3789D" w:rsidP="00DB09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89D">
              <w:rPr>
                <w:rFonts w:ascii="Corbel" w:hAnsi="Corbel"/>
                <w:sz w:val="24"/>
                <w:szCs w:val="24"/>
              </w:rPr>
              <w:t>Zaliczenie na podstawie aktywności oraz obecności na zajęciach (40 proc.) i w 60 proc. ocena z kolokwium.</w:t>
            </w:r>
          </w:p>
        </w:tc>
      </w:tr>
    </w:tbl>
    <w:p w14:paraId="35E7F5B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0C3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74904C3B" w14:textId="77777777" w:rsidTr="003E1941">
        <w:tc>
          <w:tcPr>
            <w:tcW w:w="4962" w:type="dxa"/>
            <w:vAlign w:val="center"/>
          </w:tcPr>
          <w:p w14:paraId="34531E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B19364A" w14:textId="77777777" w:rsidTr="00923D7D">
        <w:tc>
          <w:tcPr>
            <w:tcW w:w="4962" w:type="dxa"/>
          </w:tcPr>
          <w:p w14:paraId="5EC973E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6812A115" w:rsidR="0085747A" w:rsidRPr="00B169DF" w:rsidRDefault="00E3789D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E74B28F" w14:textId="77777777" w:rsidTr="00923D7D">
        <w:tc>
          <w:tcPr>
            <w:tcW w:w="4962" w:type="dxa"/>
          </w:tcPr>
          <w:p w14:paraId="014480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1C67032D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</w:t>
            </w:r>
            <w:r w:rsidR="00E55660">
              <w:rPr>
                <w:rFonts w:ascii="Corbel" w:hAnsi="Corbel"/>
                <w:sz w:val="24"/>
                <w:szCs w:val="24"/>
              </w:rPr>
              <w:t>, udział w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F586DB0" w14:textId="6DF7F754" w:rsidR="00C61DC5" w:rsidRPr="00B169DF" w:rsidRDefault="00624287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0BB935D" w14:textId="77777777" w:rsidTr="00923D7D">
        <w:tc>
          <w:tcPr>
            <w:tcW w:w="4962" w:type="dxa"/>
          </w:tcPr>
          <w:p w14:paraId="1A5E1923" w14:textId="7D0703A9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0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77" w:type="dxa"/>
          </w:tcPr>
          <w:p w14:paraId="26F71A60" w14:textId="0458708F" w:rsidR="00C61DC5" w:rsidRPr="00B169DF" w:rsidRDefault="00624287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B169DF" w14:paraId="0B60230A" w14:textId="77777777" w:rsidTr="00923D7D">
        <w:tc>
          <w:tcPr>
            <w:tcW w:w="4962" w:type="dxa"/>
          </w:tcPr>
          <w:p w14:paraId="6711435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51DB8B" w14:textId="5B6F3081" w:rsidR="0085747A" w:rsidRPr="00B169DF" w:rsidRDefault="00E3789D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4F39A71C" w14:textId="77777777" w:rsidTr="00923D7D">
        <w:tc>
          <w:tcPr>
            <w:tcW w:w="4962" w:type="dxa"/>
          </w:tcPr>
          <w:p w14:paraId="022CEB5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2DBA8935" w:rsidR="0085747A" w:rsidRPr="00B169DF" w:rsidRDefault="00E3789D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CCC8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B169DF" w14:paraId="2E250A0F" w14:textId="77777777" w:rsidTr="00A35091">
        <w:trPr>
          <w:trHeight w:val="397"/>
        </w:trPr>
        <w:tc>
          <w:tcPr>
            <w:tcW w:w="3508" w:type="dxa"/>
          </w:tcPr>
          <w:p w14:paraId="6E47EE8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45" w:type="dxa"/>
          </w:tcPr>
          <w:p w14:paraId="5896D98E" w14:textId="0E5CB82F" w:rsidR="0085747A" w:rsidRPr="00B169DF" w:rsidRDefault="00E378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355C48DB" w14:textId="77777777" w:rsidTr="00A35091">
        <w:trPr>
          <w:trHeight w:val="397"/>
        </w:trPr>
        <w:tc>
          <w:tcPr>
            <w:tcW w:w="3508" w:type="dxa"/>
          </w:tcPr>
          <w:p w14:paraId="5DFFA3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45" w:type="dxa"/>
          </w:tcPr>
          <w:p w14:paraId="332BE0D0" w14:textId="3CF34978" w:rsidR="00E3789D" w:rsidRPr="00B169DF" w:rsidRDefault="00E378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63C35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A9D66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F85515C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C37998" w:rsidRPr="00B169DF" w14:paraId="29F20DE8" w14:textId="77777777" w:rsidTr="00A35091">
        <w:trPr>
          <w:trHeight w:val="397"/>
        </w:trPr>
        <w:tc>
          <w:tcPr>
            <w:tcW w:w="8953" w:type="dxa"/>
          </w:tcPr>
          <w:p w14:paraId="7A5486D0" w14:textId="1236A9DD" w:rsidR="00C37998" w:rsidRDefault="00C37998" w:rsidP="006B10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1F393C" w14:textId="77777777" w:rsidR="00A35091" w:rsidRDefault="00A35091" w:rsidP="006B10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C4C277" w14:textId="77777777" w:rsidR="00C37998" w:rsidRPr="00E3789D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89D">
              <w:rPr>
                <w:rFonts w:ascii="Corbel" w:hAnsi="Corbel"/>
                <w:sz w:val="24"/>
                <w:szCs w:val="24"/>
              </w:rPr>
              <w:t>Głąbicka</w:t>
            </w:r>
            <w:proofErr w:type="spellEnd"/>
            <w:r w:rsidRPr="00E3789D">
              <w:rPr>
                <w:rFonts w:ascii="Corbel" w:hAnsi="Corbel"/>
                <w:sz w:val="24"/>
                <w:szCs w:val="24"/>
              </w:rPr>
              <w:t xml:space="preserve"> K. (2014). </w:t>
            </w:r>
            <w:r w:rsidRPr="00AD051E">
              <w:rPr>
                <w:rFonts w:ascii="Corbel" w:hAnsi="Corbel"/>
                <w:iCs/>
                <w:sz w:val="24"/>
                <w:szCs w:val="24"/>
              </w:rPr>
              <w:t>Praca socjalna z uchodźcami, emigrantami w  środowisku lokalnym</w:t>
            </w:r>
            <w:r w:rsidRPr="00E3789D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E3789D">
              <w:rPr>
                <w:rFonts w:ascii="Corbel" w:hAnsi="Corbel"/>
                <w:sz w:val="24"/>
                <w:szCs w:val="24"/>
              </w:rPr>
              <w:t xml:space="preserve"> Warszawa: Centrum Rozwoju Zasobów Ludzkich. </w:t>
            </w:r>
            <w:r w:rsidRPr="00E3789D">
              <w:rPr>
                <w:rFonts w:ascii="Corbel" w:hAnsi="Corbel"/>
                <w:b/>
                <w:sz w:val="24"/>
                <w:szCs w:val="24"/>
              </w:rPr>
              <w:fldChar w:fldCharType="begin"/>
            </w:r>
            <w:r w:rsidRPr="00E3789D">
              <w:rPr>
                <w:rFonts w:ascii="Corbel" w:hAnsi="Corbel"/>
                <w:b/>
                <w:sz w:val="24"/>
                <w:szCs w:val="24"/>
              </w:rPr>
              <w:instrText xml:space="preserve"> HYPERLINK "https://archiwum.mrips.gov.pl </w:instrText>
            </w:r>
          </w:p>
          <w:p w14:paraId="72650DF1" w14:textId="77777777" w:rsidR="00C37998" w:rsidRPr="00E3789D" w:rsidRDefault="00C37998" w:rsidP="006B10E5">
            <w:pPr>
              <w:spacing w:before="240" w:after="60" w:line="240" w:lineRule="auto"/>
              <w:jc w:val="both"/>
              <w:rPr>
                <w:rFonts w:ascii="Corbel" w:hAnsi="Corbel"/>
                <w:b/>
                <w:color w:val="0000FF"/>
                <w:sz w:val="24"/>
                <w:szCs w:val="24"/>
                <w:u w:val="single"/>
              </w:rPr>
            </w:pPr>
            <w:r w:rsidRPr="00E3789D">
              <w:rPr>
                <w:rFonts w:ascii="Corbel" w:hAnsi="Corbel"/>
                <w:b/>
                <w:sz w:val="24"/>
                <w:szCs w:val="24"/>
              </w:rPr>
              <w:instrText xml:space="preserve">" </w:instrText>
            </w:r>
            <w:r w:rsidRPr="00E3789D">
              <w:rPr>
                <w:rFonts w:ascii="Corbel" w:hAnsi="Corbel"/>
                <w:b/>
                <w:sz w:val="24"/>
                <w:szCs w:val="24"/>
              </w:rPr>
              <w:fldChar w:fldCharType="separate"/>
            </w:r>
            <w:r w:rsidRPr="00E3789D">
              <w:rPr>
                <w:rFonts w:ascii="Corbel" w:hAnsi="Corbel"/>
                <w:b/>
                <w:color w:val="0000FF"/>
                <w:sz w:val="24"/>
                <w:szCs w:val="24"/>
                <w:u w:val="single"/>
              </w:rPr>
              <w:t>https://archiwum.mrips.gov.pl </w:t>
            </w:r>
          </w:p>
          <w:p w14:paraId="29D4D807" w14:textId="77777777" w:rsidR="00C37998" w:rsidRDefault="00C37998" w:rsidP="006B10E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3789D">
              <w:rPr>
                <w:rFonts w:ascii="Corbel" w:hAnsi="Corbel"/>
                <w:b/>
                <w:sz w:val="24"/>
                <w:szCs w:val="24"/>
              </w:rPr>
              <w:fldChar w:fldCharType="end"/>
            </w:r>
            <w:r w:rsidRPr="00625AE5">
              <w:rPr>
                <w:rFonts w:ascii="Corbel" w:hAnsi="Corbel"/>
                <w:bCs/>
                <w:sz w:val="24"/>
                <w:szCs w:val="24"/>
              </w:rPr>
              <w:t xml:space="preserve">Gray M., </w:t>
            </w:r>
            <w:proofErr w:type="spellStart"/>
            <w:r w:rsidRPr="00625AE5">
              <w:rPr>
                <w:rFonts w:ascii="Corbel" w:hAnsi="Corbel"/>
                <w:bCs/>
                <w:sz w:val="24"/>
                <w:szCs w:val="24"/>
              </w:rPr>
              <w:t>Webb</w:t>
            </w:r>
            <w:proofErr w:type="spellEnd"/>
            <w:r w:rsidRPr="00625AE5">
              <w:rPr>
                <w:rFonts w:ascii="Corbel" w:hAnsi="Corbel"/>
                <w:bCs/>
                <w:sz w:val="24"/>
                <w:szCs w:val="24"/>
              </w:rPr>
              <w:t xml:space="preserve"> S.A. (2012)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r w:rsidRPr="00AD051E">
              <w:rPr>
                <w:rFonts w:ascii="Corbel" w:hAnsi="Corbel"/>
                <w:bCs/>
                <w:sz w:val="24"/>
                <w:szCs w:val="24"/>
              </w:rPr>
              <w:t xml:space="preserve">Praca socjalna. Teorie i metody (r.9 </w:t>
            </w:r>
            <w:proofErr w:type="spellStart"/>
            <w:r w:rsidRPr="00AD051E">
              <w:rPr>
                <w:rFonts w:ascii="Corbel" w:hAnsi="Corbel"/>
                <w:bCs/>
                <w:sz w:val="24"/>
                <w:szCs w:val="24"/>
              </w:rPr>
              <w:t>Multikulturalizm</w:t>
            </w:r>
            <w:proofErr w:type="spellEnd"/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>).</w:t>
            </w:r>
            <w:r w:rsidRPr="00625AE5">
              <w:rPr>
                <w:rFonts w:ascii="Corbel" w:hAnsi="Corbel"/>
                <w:bCs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bCs/>
                <w:sz w:val="24"/>
                <w:szCs w:val="24"/>
              </w:rPr>
              <w:t>:</w:t>
            </w:r>
            <w:r>
              <w:t xml:space="preserve"> </w:t>
            </w:r>
            <w:r w:rsidRPr="00160E70">
              <w:rPr>
                <w:rFonts w:ascii="Corbel" w:hAnsi="Corbel"/>
                <w:bCs/>
                <w:sz w:val="24"/>
                <w:szCs w:val="24"/>
              </w:rPr>
              <w:t>Wydawnictwo Naukowe PWN.</w:t>
            </w:r>
          </w:p>
          <w:p w14:paraId="6570596F" w14:textId="77777777" w:rsidR="00C37998" w:rsidRPr="00E3789D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Królikowska J. (2012). </w:t>
            </w:r>
            <w:r w:rsidRPr="00AD051E">
              <w:rPr>
                <w:rFonts w:ascii="Corbel" w:hAnsi="Corbel"/>
                <w:sz w:val="24"/>
                <w:szCs w:val="24"/>
              </w:rPr>
              <w:t>(Złudne) obietnice wielokulturowości)</w:t>
            </w:r>
            <w:r>
              <w:rPr>
                <w:rFonts w:ascii="Corbel" w:hAnsi="Corbel"/>
                <w:sz w:val="24"/>
                <w:szCs w:val="24"/>
              </w:rPr>
              <w:t>.Warszawa:</w:t>
            </w:r>
            <w:r>
              <w:t xml:space="preserve"> </w:t>
            </w:r>
            <w:r w:rsidRPr="00C125A5">
              <w:rPr>
                <w:rFonts w:ascii="Corbel" w:hAnsi="Corbel"/>
                <w:sz w:val="24"/>
                <w:szCs w:val="24"/>
              </w:rPr>
              <w:t>Wydawnictwa Uniwersytetu Warszawskiego.</w:t>
            </w:r>
          </w:p>
          <w:p w14:paraId="2223EFD0" w14:textId="77777777" w:rsidR="00C37998" w:rsidRDefault="00C37998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Kwiatkowska A. (2019). </w:t>
            </w:r>
            <w:r w:rsidRPr="00AD051E">
              <w:rPr>
                <w:rFonts w:ascii="Corbel" w:hAnsi="Corbel"/>
                <w:b w:val="0"/>
                <w:smallCaps w:val="0"/>
                <w:szCs w:val="24"/>
              </w:rPr>
              <w:t>Wielokulturowość w ujęciu interdyscyplinarnym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57B3B509" w14:textId="77777777" w:rsidR="00C37998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132BE">
              <w:rPr>
                <w:rFonts w:ascii="Corbel" w:hAnsi="Corbel"/>
                <w:sz w:val="24"/>
                <w:szCs w:val="24"/>
              </w:rPr>
              <w:t xml:space="preserve">Nowicka </w:t>
            </w:r>
            <w:r w:rsidRPr="00E3789D">
              <w:rPr>
                <w:rFonts w:ascii="Corbel" w:hAnsi="Corbel"/>
                <w:sz w:val="24"/>
                <w:szCs w:val="24"/>
              </w:rPr>
              <w:t xml:space="preserve">E. (red.). (2011). </w:t>
            </w:r>
            <w:r w:rsidRPr="00AD051E">
              <w:rPr>
                <w:rFonts w:ascii="Corbel" w:hAnsi="Corbel"/>
                <w:iCs/>
                <w:sz w:val="24"/>
                <w:szCs w:val="24"/>
              </w:rPr>
              <w:t>Blaski i cienie imigracji. Problemy cudzoziemców w Polsce</w:t>
            </w:r>
            <w:r w:rsidRPr="00E3789D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E3789D">
              <w:rPr>
                <w:rFonts w:ascii="Corbel" w:hAnsi="Corbel"/>
                <w:sz w:val="24"/>
                <w:szCs w:val="24"/>
              </w:rPr>
              <w:t xml:space="preserve"> Warszawa:</w:t>
            </w:r>
            <w:r w:rsidRPr="00E3789D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E3789D">
              <w:rPr>
                <w:rFonts w:ascii="Corbel" w:hAnsi="Corbel"/>
                <w:sz w:val="24"/>
                <w:szCs w:val="24"/>
              </w:rPr>
              <w:t>Wydawnictwa Uniwersytetu Warszawskiego.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434F622" w14:textId="77777777" w:rsidR="00C37998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084A">
              <w:rPr>
                <w:rFonts w:ascii="Corbel" w:hAnsi="Corbel"/>
                <w:sz w:val="24"/>
                <w:szCs w:val="24"/>
              </w:rPr>
              <w:t xml:space="preserve">Szlachta B.(2022). </w:t>
            </w:r>
            <w:r w:rsidRPr="00AD051E">
              <w:rPr>
                <w:rFonts w:ascii="Corbel" w:hAnsi="Corbel"/>
                <w:sz w:val="24"/>
                <w:szCs w:val="24"/>
              </w:rPr>
              <w:t>Wielokulturowość.</w:t>
            </w:r>
            <w:r w:rsidRPr="0027084A">
              <w:rPr>
                <w:rFonts w:ascii="Corbel" w:hAnsi="Corbel"/>
                <w:sz w:val="24"/>
                <w:szCs w:val="24"/>
              </w:rPr>
              <w:t xml:space="preserve"> Kraków: Wydawnictwo Naukowe Akademii </w:t>
            </w:r>
            <w:proofErr w:type="spellStart"/>
            <w:r w:rsidRPr="0027084A">
              <w:rPr>
                <w:rFonts w:ascii="Corbel" w:hAnsi="Corbel"/>
                <w:sz w:val="24"/>
                <w:szCs w:val="24"/>
              </w:rPr>
              <w:t>Ignatianum</w:t>
            </w:r>
            <w:proofErr w:type="spellEnd"/>
            <w:r w:rsidRPr="0027084A">
              <w:rPr>
                <w:rFonts w:ascii="Corbel" w:hAnsi="Corbel"/>
                <w:sz w:val="24"/>
                <w:szCs w:val="24"/>
              </w:rPr>
              <w:t xml:space="preserve"> w Krakowie (fragmenty).</w:t>
            </w:r>
          </w:p>
          <w:p w14:paraId="1ED3445B" w14:textId="77777777" w:rsidR="00C37998" w:rsidRPr="00BB0A52" w:rsidRDefault="00C37998" w:rsidP="006B10E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BB0A52">
              <w:rPr>
                <w:rFonts w:ascii="Corbel" w:hAnsi="Corbel"/>
                <w:sz w:val="24"/>
                <w:szCs w:val="24"/>
              </w:rPr>
              <w:t xml:space="preserve">Śliż A., Szczepański M. S. (red.). (2011). </w:t>
            </w:r>
            <w:r w:rsidRPr="00AD051E">
              <w:rPr>
                <w:rFonts w:ascii="Corbel" w:hAnsi="Corbel"/>
                <w:iCs/>
                <w:sz w:val="24"/>
                <w:szCs w:val="24"/>
              </w:rPr>
              <w:t>Wielokulturowość: konflikt czy  koegzystencja</w:t>
            </w:r>
            <w:r w:rsidRPr="00BB0A52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BB0A52">
              <w:rPr>
                <w:rFonts w:ascii="Corbel" w:hAnsi="Corbel"/>
                <w:i/>
                <w:smallCaps/>
                <w:szCs w:val="24"/>
              </w:rPr>
              <w:t xml:space="preserve"> </w:t>
            </w:r>
            <w:r w:rsidRPr="00BB0A52">
              <w:rPr>
                <w:rFonts w:ascii="Corbel" w:hAnsi="Corbel"/>
                <w:sz w:val="24"/>
                <w:szCs w:val="24"/>
              </w:rPr>
              <w:t xml:space="preserve">Warszawa: </w:t>
            </w:r>
            <w:proofErr w:type="spellStart"/>
            <w:r w:rsidRPr="00BB0A52"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 w:rsidRPr="00BB0A52">
              <w:rPr>
                <w:rFonts w:ascii="Corbel" w:hAnsi="Corbel"/>
                <w:sz w:val="24"/>
                <w:szCs w:val="24"/>
              </w:rPr>
              <w:t xml:space="preserve"> PAN.</w:t>
            </w:r>
          </w:p>
        </w:tc>
      </w:tr>
      <w:tr w:rsidR="00C37998" w:rsidRPr="00B169DF" w14:paraId="5A6253E6" w14:textId="77777777" w:rsidTr="00A35091">
        <w:trPr>
          <w:trHeight w:val="397"/>
        </w:trPr>
        <w:tc>
          <w:tcPr>
            <w:tcW w:w="8953" w:type="dxa"/>
          </w:tcPr>
          <w:p w14:paraId="460C559F" w14:textId="0DC7C202" w:rsidR="00C37998" w:rsidRDefault="00C37998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6A7C60" w14:textId="77777777" w:rsidR="00A35091" w:rsidRDefault="00A35091" w:rsidP="006B10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3D9485" w14:textId="77777777" w:rsidR="00C37998" w:rsidRPr="00E3789D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789D">
              <w:rPr>
                <w:rFonts w:ascii="Corbel" w:hAnsi="Corbel"/>
                <w:sz w:val="24"/>
                <w:szCs w:val="24"/>
              </w:rPr>
              <w:t xml:space="preserve">Balicki J. (2012). </w:t>
            </w:r>
            <w:r w:rsidRPr="00AD051E">
              <w:rPr>
                <w:rFonts w:ascii="Corbel" w:hAnsi="Corbel"/>
                <w:sz w:val="24"/>
                <w:szCs w:val="24"/>
              </w:rPr>
              <w:t>Imigranci i uchodźcy w Unii Europejskiej: humanizacja polityki imigracyjnej i azylowej</w:t>
            </w:r>
            <w:r w:rsidRPr="00E3789D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E3789D">
              <w:rPr>
                <w:rFonts w:ascii="Corbel" w:hAnsi="Corbel"/>
                <w:sz w:val="24"/>
                <w:szCs w:val="24"/>
              </w:rPr>
              <w:t xml:space="preserve"> Warszawa:</w:t>
            </w:r>
            <w:r w:rsidRPr="00E3789D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E3789D">
              <w:rPr>
                <w:rFonts w:ascii="Corbel" w:hAnsi="Corbel"/>
                <w:sz w:val="24"/>
                <w:szCs w:val="24"/>
              </w:rPr>
              <w:t>Wydawnictwo Uniwersytetu Kardynała Stefana Wyszyńskiego.</w:t>
            </w:r>
          </w:p>
          <w:p w14:paraId="6F779166" w14:textId="77777777" w:rsidR="00C37998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789D">
              <w:rPr>
                <w:rFonts w:ascii="Corbel" w:hAnsi="Corbel"/>
                <w:sz w:val="24"/>
                <w:szCs w:val="24"/>
              </w:rPr>
              <w:t xml:space="preserve">Dyczewski L., K. Jurek (red.). (2013). </w:t>
            </w:r>
            <w:r w:rsidRPr="00AD051E">
              <w:rPr>
                <w:rFonts w:ascii="Corbel" w:hAnsi="Corbel"/>
                <w:iCs/>
                <w:sz w:val="24"/>
                <w:szCs w:val="24"/>
              </w:rPr>
              <w:t>Tożsamość w wielokulturowym kontekście</w:t>
            </w:r>
            <w:r w:rsidRPr="00E3789D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E3789D">
              <w:rPr>
                <w:rFonts w:ascii="Corbel" w:hAnsi="Corbel"/>
                <w:sz w:val="24"/>
                <w:szCs w:val="24"/>
              </w:rPr>
              <w:t xml:space="preserve"> Lublin: Wydawnictwo KUL.</w:t>
            </w:r>
          </w:p>
          <w:p w14:paraId="5911E326" w14:textId="77777777" w:rsidR="00C37998" w:rsidRPr="0027084A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084A">
              <w:rPr>
                <w:rFonts w:ascii="Corbel" w:hAnsi="Corbel"/>
                <w:sz w:val="24"/>
                <w:szCs w:val="24"/>
              </w:rPr>
              <w:t>Czapka E. (2006).</w:t>
            </w:r>
            <w:r w:rsidRPr="00AD051E">
              <w:rPr>
                <w:rFonts w:ascii="Corbel" w:hAnsi="Corbel"/>
                <w:sz w:val="24"/>
                <w:szCs w:val="24"/>
              </w:rPr>
              <w:t>Stereotyp uchodźcy</w:t>
            </w:r>
            <w:r w:rsidRPr="0027084A">
              <w:rPr>
                <w:rFonts w:ascii="Corbel" w:hAnsi="Corbel"/>
                <w:sz w:val="24"/>
                <w:szCs w:val="24"/>
              </w:rPr>
              <w:t>. Olsztyn: Wydaw. Uniwersytetu Warmińsko-Mazurskiego.</w:t>
            </w:r>
          </w:p>
          <w:p w14:paraId="1E44147B" w14:textId="77777777" w:rsidR="00C37998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7084A">
              <w:rPr>
                <w:rFonts w:ascii="Corbel" w:hAnsi="Corbel"/>
                <w:sz w:val="24"/>
                <w:szCs w:val="24"/>
              </w:rPr>
              <w:t xml:space="preserve">Czerniejewska I., </w:t>
            </w:r>
            <w:proofErr w:type="spellStart"/>
            <w:r w:rsidRPr="0027084A">
              <w:rPr>
                <w:rFonts w:ascii="Corbel" w:hAnsi="Corbel"/>
                <w:sz w:val="24"/>
                <w:szCs w:val="24"/>
              </w:rPr>
              <w:t>Main</w:t>
            </w:r>
            <w:proofErr w:type="spellEnd"/>
            <w:r w:rsidRPr="0027084A">
              <w:rPr>
                <w:rFonts w:ascii="Corbel" w:hAnsi="Corbel"/>
                <w:sz w:val="24"/>
                <w:szCs w:val="24"/>
              </w:rPr>
              <w:t xml:space="preserve"> I. (red.). (2008). </w:t>
            </w:r>
            <w:r w:rsidRPr="00AD051E">
              <w:rPr>
                <w:rFonts w:ascii="Corbel" w:hAnsi="Corbel"/>
                <w:sz w:val="24"/>
                <w:szCs w:val="24"/>
              </w:rPr>
              <w:t>Uchodźcy: teoria i praktyka</w:t>
            </w:r>
            <w:r w:rsidRPr="0027084A">
              <w:rPr>
                <w:rFonts w:ascii="Corbel" w:hAnsi="Corbel"/>
                <w:sz w:val="24"/>
                <w:szCs w:val="24"/>
              </w:rPr>
              <w:t>. Poznań: Jeden Świat.</w:t>
            </w:r>
          </w:p>
          <w:p w14:paraId="34D266D6" w14:textId="77777777" w:rsidR="00C37998" w:rsidRPr="00E3789D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789D">
              <w:rPr>
                <w:rFonts w:ascii="Corbel" w:hAnsi="Corbel"/>
                <w:sz w:val="24"/>
                <w:szCs w:val="24"/>
              </w:rPr>
              <w:t xml:space="preserve">Hut P. (2007). </w:t>
            </w:r>
            <w:r w:rsidRPr="00AD051E">
              <w:rPr>
                <w:rFonts w:ascii="Corbel" w:hAnsi="Corbel"/>
                <w:iCs/>
                <w:sz w:val="24"/>
                <w:szCs w:val="24"/>
              </w:rPr>
              <w:t>Doświadczenia życiowe przed przybyciem do Polski osób ubiegających się o status uchodźcy</w:t>
            </w:r>
            <w:r w:rsidRPr="00E3789D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E3789D">
              <w:rPr>
                <w:rFonts w:ascii="Corbel" w:hAnsi="Corbel"/>
                <w:sz w:val="24"/>
                <w:szCs w:val="24"/>
              </w:rPr>
              <w:t xml:space="preserve">Warszawa: </w:t>
            </w:r>
            <w:proofErr w:type="spellStart"/>
            <w:r w:rsidRPr="00E3789D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Pr="00E3789D">
              <w:rPr>
                <w:rFonts w:ascii="Corbel" w:hAnsi="Corbel"/>
                <w:sz w:val="24"/>
                <w:szCs w:val="24"/>
              </w:rPr>
              <w:t>-Jr.</w:t>
            </w:r>
          </w:p>
          <w:p w14:paraId="06BFE368" w14:textId="77777777" w:rsidR="00C37998" w:rsidRPr="00E3789D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789D">
              <w:rPr>
                <w:rFonts w:ascii="Corbel" w:hAnsi="Corbel"/>
                <w:sz w:val="24"/>
                <w:szCs w:val="24"/>
              </w:rPr>
              <w:t xml:space="preserve">Jasińska-Kania A., Łodziński S. (red.). (2009). </w:t>
            </w:r>
            <w:r w:rsidRPr="00AD051E">
              <w:rPr>
                <w:rFonts w:ascii="Corbel" w:hAnsi="Corbel"/>
                <w:iCs/>
                <w:sz w:val="24"/>
                <w:szCs w:val="24"/>
              </w:rPr>
              <w:t>Obszary i formy wykluczenia etnicznego w Polsce – mniejszości narodowe, imigranci, uchodźcy</w:t>
            </w:r>
            <w:r w:rsidRPr="00E3789D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E3789D">
              <w:rPr>
                <w:rFonts w:ascii="Corbel" w:hAnsi="Corbel"/>
                <w:sz w:val="24"/>
                <w:szCs w:val="24"/>
              </w:rPr>
              <w:t xml:space="preserve">Warszawa: Scholar. </w:t>
            </w:r>
          </w:p>
          <w:p w14:paraId="0A83C116" w14:textId="77777777" w:rsidR="00C37998" w:rsidRPr="00E3789D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789D">
              <w:rPr>
                <w:rFonts w:ascii="Corbel" w:hAnsi="Corbel"/>
                <w:sz w:val="24"/>
                <w:szCs w:val="24"/>
              </w:rPr>
              <w:t xml:space="preserve">Królikowska J. (red.). (2009). </w:t>
            </w:r>
            <w:proofErr w:type="spellStart"/>
            <w:r w:rsidRPr="00AD051E">
              <w:rPr>
                <w:rFonts w:ascii="Corbel" w:hAnsi="Corbel"/>
                <w:iCs/>
                <w:sz w:val="24"/>
                <w:szCs w:val="24"/>
              </w:rPr>
              <w:t>Integralnokulturowe</w:t>
            </w:r>
            <w:proofErr w:type="spellEnd"/>
            <w:r w:rsidRPr="00AD051E">
              <w:rPr>
                <w:rFonts w:ascii="Corbel" w:hAnsi="Corbel"/>
                <w:iCs/>
                <w:sz w:val="24"/>
                <w:szCs w:val="24"/>
              </w:rPr>
              <w:t xml:space="preserve"> badanie kontaktu kulturowego: wybrane problemy społeczne i prawne</w:t>
            </w:r>
            <w:r w:rsidRPr="00E3789D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E3789D">
              <w:rPr>
                <w:rFonts w:ascii="Corbel" w:hAnsi="Corbel"/>
                <w:sz w:val="24"/>
                <w:szCs w:val="24"/>
              </w:rPr>
              <w:t xml:space="preserve"> Warszawa:</w:t>
            </w:r>
            <w:r w:rsidRPr="00E3789D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E3789D">
              <w:rPr>
                <w:rFonts w:ascii="Corbel" w:hAnsi="Corbel"/>
                <w:sz w:val="24"/>
                <w:szCs w:val="24"/>
              </w:rPr>
              <w:t>Wydawnictwa Uniwersytetu Warszawskiego.</w:t>
            </w:r>
          </w:p>
          <w:p w14:paraId="7B931439" w14:textId="77777777" w:rsidR="00C37998" w:rsidRPr="00AD051E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Staniszewski R.M.(2023)</w:t>
            </w:r>
            <w:r>
              <w:t xml:space="preserve"> </w:t>
            </w:r>
            <w:r w:rsidRPr="00AD051E">
              <w:rPr>
                <w:rFonts w:ascii="Corbel" w:hAnsi="Corbel"/>
                <w:sz w:val="24"/>
                <w:szCs w:val="24"/>
              </w:rPr>
              <w:t>Społeczna percepcja uchodźców z Ukrainy, migrantów i działań podejmowanych przez rząd Mateusza Morawieckiego - raport z badań opinii publicznych.</w:t>
            </w:r>
          </w:p>
          <w:p w14:paraId="547BC77E" w14:textId="77777777" w:rsidR="00C37998" w:rsidRPr="00E3789D" w:rsidRDefault="00C37998" w:rsidP="006B10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0DA3">
              <w:rPr>
                <w:rFonts w:ascii="Corbel" w:hAnsi="Corbel"/>
                <w:sz w:val="24"/>
                <w:szCs w:val="24"/>
              </w:rPr>
              <w:t>https://www.researchgate.net/publication/361039890_Spoleczna_percepcja_uchodzcow_z_Ukrainy_migrantow_oraz_dzialan_podejmowanych_przez_rzad_Mateusza_Morawieckiego_-_raport_z_badania_opinii_publicznej</w:t>
            </w:r>
          </w:p>
          <w:p w14:paraId="2BA0FEF9" w14:textId="77777777" w:rsidR="00C37998" w:rsidRPr="00C5217B" w:rsidRDefault="00C37998" w:rsidP="006B10E5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E3789D">
              <w:rPr>
                <w:rFonts w:ascii="Corbel" w:hAnsi="Corbel"/>
                <w:sz w:val="24"/>
                <w:szCs w:val="24"/>
              </w:rPr>
              <w:t>Szerląg</w:t>
            </w:r>
            <w:proofErr w:type="spellEnd"/>
            <w:r w:rsidRPr="00E3789D">
              <w:rPr>
                <w:rFonts w:ascii="Corbel" w:hAnsi="Corbel"/>
                <w:sz w:val="24"/>
                <w:szCs w:val="24"/>
              </w:rPr>
              <w:t xml:space="preserve"> A. (red.). (2007). </w:t>
            </w:r>
            <w:r w:rsidRPr="00AD051E">
              <w:rPr>
                <w:rFonts w:ascii="Corbel" w:hAnsi="Corbel"/>
                <w:iCs/>
                <w:sz w:val="24"/>
                <w:szCs w:val="24"/>
              </w:rPr>
              <w:t>Edukacja obywatelska w społeczeństwach wielokulturowych</w:t>
            </w:r>
            <w:r w:rsidRPr="00E3789D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E3789D">
              <w:rPr>
                <w:rFonts w:ascii="Corbel" w:hAnsi="Corbel"/>
                <w:sz w:val="24"/>
                <w:szCs w:val="24"/>
              </w:rPr>
              <w:t xml:space="preserve"> Kraków Impuls.</w:t>
            </w:r>
          </w:p>
        </w:tc>
        <w:bookmarkStart w:id="0" w:name="_GoBack"/>
        <w:bookmarkEnd w:id="0"/>
      </w:tr>
    </w:tbl>
    <w:p w14:paraId="70E6288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DA9FD" w14:textId="0F6CE289" w:rsidR="0085747A" w:rsidRPr="00B169DF" w:rsidRDefault="0085747A" w:rsidP="00A35091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CA4CFE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04FC4" w14:textId="77777777" w:rsidR="00256840" w:rsidRDefault="00256840" w:rsidP="00C16ABF">
      <w:pPr>
        <w:spacing w:after="0" w:line="240" w:lineRule="auto"/>
      </w:pPr>
      <w:r>
        <w:separator/>
      </w:r>
    </w:p>
  </w:endnote>
  <w:endnote w:type="continuationSeparator" w:id="0">
    <w:p w14:paraId="59BE50B1" w14:textId="77777777" w:rsidR="00256840" w:rsidRDefault="002568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2AC78" w14:textId="77777777" w:rsidR="00256840" w:rsidRDefault="00256840" w:rsidP="00C16ABF">
      <w:pPr>
        <w:spacing w:after="0" w:line="240" w:lineRule="auto"/>
      </w:pPr>
      <w:r>
        <w:separator/>
      </w:r>
    </w:p>
  </w:footnote>
  <w:footnote w:type="continuationSeparator" w:id="0">
    <w:p w14:paraId="7F75C81B" w14:textId="77777777" w:rsidR="00256840" w:rsidRDefault="00256840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CB"/>
    <w:rsid w:val="0003772C"/>
    <w:rsid w:val="00042953"/>
    <w:rsid w:val="00042A51"/>
    <w:rsid w:val="00042D2E"/>
    <w:rsid w:val="00044C82"/>
    <w:rsid w:val="000659C6"/>
    <w:rsid w:val="00070ED6"/>
    <w:rsid w:val="000742DC"/>
    <w:rsid w:val="00084C12"/>
    <w:rsid w:val="0009462C"/>
    <w:rsid w:val="00094B12"/>
    <w:rsid w:val="00096C46"/>
    <w:rsid w:val="00096F56"/>
    <w:rsid w:val="000A085D"/>
    <w:rsid w:val="000A296F"/>
    <w:rsid w:val="000A2A28"/>
    <w:rsid w:val="000A3CDF"/>
    <w:rsid w:val="000B192D"/>
    <w:rsid w:val="000B28EE"/>
    <w:rsid w:val="000B3E37"/>
    <w:rsid w:val="000C59AF"/>
    <w:rsid w:val="000D04B0"/>
    <w:rsid w:val="000D3030"/>
    <w:rsid w:val="000F1C57"/>
    <w:rsid w:val="000F2FEC"/>
    <w:rsid w:val="000F5615"/>
    <w:rsid w:val="00101BCB"/>
    <w:rsid w:val="001045A1"/>
    <w:rsid w:val="001110C8"/>
    <w:rsid w:val="00124BFF"/>
    <w:rsid w:val="0012560E"/>
    <w:rsid w:val="0012568C"/>
    <w:rsid w:val="00127108"/>
    <w:rsid w:val="00134B13"/>
    <w:rsid w:val="00146BC0"/>
    <w:rsid w:val="00153C41"/>
    <w:rsid w:val="00154381"/>
    <w:rsid w:val="00160E70"/>
    <w:rsid w:val="001640A7"/>
    <w:rsid w:val="00164FA7"/>
    <w:rsid w:val="00166A03"/>
    <w:rsid w:val="001718A7"/>
    <w:rsid w:val="001737CF"/>
    <w:rsid w:val="00176083"/>
    <w:rsid w:val="0018530D"/>
    <w:rsid w:val="00192F37"/>
    <w:rsid w:val="001A1A06"/>
    <w:rsid w:val="001A70D2"/>
    <w:rsid w:val="001D657B"/>
    <w:rsid w:val="001D7B54"/>
    <w:rsid w:val="001E0209"/>
    <w:rsid w:val="001E17D1"/>
    <w:rsid w:val="001F2CA2"/>
    <w:rsid w:val="001F747A"/>
    <w:rsid w:val="002144C0"/>
    <w:rsid w:val="0022477D"/>
    <w:rsid w:val="002278A9"/>
    <w:rsid w:val="002336F9"/>
    <w:rsid w:val="00236961"/>
    <w:rsid w:val="0024028F"/>
    <w:rsid w:val="00244ABC"/>
    <w:rsid w:val="00247E6F"/>
    <w:rsid w:val="00256840"/>
    <w:rsid w:val="0026459C"/>
    <w:rsid w:val="0027084A"/>
    <w:rsid w:val="00277544"/>
    <w:rsid w:val="00281FF2"/>
    <w:rsid w:val="002857DE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C2B3A"/>
    <w:rsid w:val="002D103F"/>
    <w:rsid w:val="002D3375"/>
    <w:rsid w:val="002D73D4"/>
    <w:rsid w:val="002F02A3"/>
    <w:rsid w:val="002F4ABE"/>
    <w:rsid w:val="002F4B75"/>
    <w:rsid w:val="002F597E"/>
    <w:rsid w:val="003018BA"/>
    <w:rsid w:val="0030395F"/>
    <w:rsid w:val="00305C92"/>
    <w:rsid w:val="003151C5"/>
    <w:rsid w:val="00326AF7"/>
    <w:rsid w:val="003343CF"/>
    <w:rsid w:val="003358BA"/>
    <w:rsid w:val="00346FE9"/>
    <w:rsid w:val="0034759A"/>
    <w:rsid w:val="003503F6"/>
    <w:rsid w:val="003530DD"/>
    <w:rsid w:val="00363F78"/>
    <w:rsid w:val="003A0A5B"/>
    <w:rsid w:val="003A1176"/>
    <w:rsid w:val="003C0BAE"/>
    <w:rsid w:val="003C35F2"/>
    <w:rsid w:val="003D18A9"/>
    <w:rsid w:val="003D6CE2"/>
    <w:rsid w:val="003E1941"/>
    <w:rsid w:val="003E2FE6"/>
    <w:rsid w:val="003E49D5"/>
    <w:rsid w:val="003E7A69"/>
    <w:rsid w:val="003F205D"/>
    <w:rsid w:val="003F38C0"/>
    <w:rsid w:val="0041307C"/>
    <w:rsid w:val="00414E3C"/>
    <w:rsid w:val="0042244A"/>
    <w:rsid w:val="0042745A"/>
    <w:rsid w:val="004277A2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D31C0"/>
    <w:rsid w:val="004D5282"/>
    <w:rsid w:val="004E3DE4"/>
    <w:rsid w:val="004F1551"/>
    <w:rsid w:val="004F55A3"/>
    <w:rsid w:val="0050496F"/>
    <w:rsid w:val="00511744"/>
    <w:rsid w:val="00513B6F"/>
    <w:rsid w:val="00517C63"/>
    <w:rsid w:val="00523AC7"/>
    <w:rsid w:val="00533C80"/>
    <w:rsid w:val="005363C4"/>
    <w:rsid w:val="00536BDE"/>
    <w:rsid w:val="00543ACC"/>
    <w:rsid w:val="00546511"/>
    <w:rsid w:val="0056696D"/>
    <w:rsid w:val="00581F9A"/>
    <w:rsid w:val="0059484D"/>
    <w:rsid w:val="005A0855"/>
    <w:rsid w:val="005A3196"/>
    <w:rsid w:val="005C080F"/>
    <w:rsid w:val="005C55E5"/>
    <w:rsid w:val="005C696A"/>
    <w:rsid w:val="005E6E85"/>
    <w:rsid w:val="005F31D2"/>
    <w:rsid w:val="005F502C"/>
    <w:rsid w:val="005F76A3"/>
    <w:rsid w:val="00601459"/>
    <w:rsid w:val="0061029B"/>
    <w:rsid w:val="00614E6F"/>
    <w:rsid w:val="00617230"/>
    <w:rsid w:val="00621CE1"/>
    <w:rsid w:val="00624287"/>
    <w:rsid w:val="00625AE5"/>
    <w:rsid w:val="00627FC9"/>
    <w:rsid w:val="00647FA8"/>
    <w:rsid w:val="00650C5F"/>
    <w:rsid w:val="00654934"/>
    <w:rsid w:val="006620D9"/>
    <w:rsid w:val="00671958"/>
    <w:rsid w:val="00675843"/>
    <w:rsid w:val="00691747"/>
    <w:rsid w:val="00696477"/>
    <w:rsid w:val="0069721F"/>
    <w:rsid w:val="006D050F"/>
    <w:rsid w:val="006D2DF0"/>
    <w:rsid w:val="006D6139"/>
    <w:rsid w:val="006E5D65"/>
    <w:rsid w:val="006F1282"/>
    <w:rsid w:val="006F1FBC"/>
    <w:rsid w:val="006F31E2"/>
    <w:rsid w:val="006F4F36"/>
    <w:rsid w:val="00706544"/>
    <w:rsid w:val="007072BA"/>
    <w:rsid w:val="00712C97"/>
    <w:rsid w:val="0071620A"/>
    <w:rsid w:val="00724677"/>
    <w:rsid w:val="00725459"/>
    <w:rsid w:val="007327BD"/>
    <w:rsid w:val="00734608"/>
    <w:rsid w:val="00745302"/>
    <w:rsid w:val="007461D6"/>
    <w:rsid w:val="00746EC8"/>
    <w:rsid w:val="00754391"/>
    <w:rsid w:val="00763BF1"/>
    <w:rsid w:val="00766FD4"/>
    <w:rsid w:val="0078168C"/>
    <w:rsid w:val="00787C2A"/>
    <w:rsid w:val="00790E27"/>
    <w:rsid w:val="00792DEA"/>
    <w:rsid w:val="007A4022"/>
    <w:rsid w:val="007A6E6E"/>
    <w:rsid w:val="007B39E9"/>
    <w:rsid w:val="007B4098"/>
    <w:rsid w:val="007C3299"/>
    <w:rsid w:val="007C3BCC"/>
    <w:rsid w:val="007C4546"/>
    <w:rsid w:val="007D06F2"/>
    <w:rsid w:val="007D31E3"/>
    <w:rsid w:val="007D6E56"/>
    <w:rsid w:val="007F4155"/>
    <w:rsid w:val="0081554D"/>
    <w:rsid w:val="0081707E"/>
    <w:rsid w:val="008449B3"/>
    <w:rsid w:val="00852987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3DFB"/>
    <w:rsid w:val="008E1C6D"/>
    <w:rsid w:val="008E64F4"/>
    <w:rsid w:val="008F12C9"/>
    <w:rsid w:val="008F6E29"/>
    <w:rsid w:val="00916188"/>
    <w:rsid w:val="009226A3"/>
    <w:rsid w:val="00923D7D"/>
    <w:rsid w:val="00946087"/>
    <w:rsid w:val="009508DF"/>
    <w:rsid w:val="00950DAC"/>
    <w:rsid w:val="00954A07"/>
    <w:rsid w:val="00970718"/>
    <w:rsid w:val="00997F14"/>
    <w:rsid w:val="009A50D6"/>
    <w:rsid w:val="009A78D9"/>
    <w:rsid w:val="009B3CD4"/>
    <w:rsid w:val="009C0121"/>
    <w:rsid w:val="009C3E31"/>
    <w:rsid w:val="009C54AE"/>
    <w:rsid w:val="009C788E"/>
    <w:rsid w:val="009D3F3B"/>
    <w:rsid w:val="009D44A6"/>
    <w:rsid w:val="009E0543"/>
    <w:rsid w:val="009E3B41"/>
    <w:rsid w:val="009F3C5C"/>
    <w:rsid w:val="009F4610"/>
    <w:rsid w:val="00A00ECC"/>
    <w:rsid w:val="00A05FD0"/>
    <w:rsid w:val="00A155EE"/>
    <w:rsid w:val="00A2245B"/>
    <w:rsid w:val="00A27B23"/>
    <w:rsid w:val="00A30110"/>
    <w:rsid w:val="00A3509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0DA3"/>
    <w:rsid w:val="00AD1146"/>
    <w:rsid w:val="00AD27D3"/>
    <w:rsid w:val="00AD66D6"/>
    <w:rsid w:val="00AD7DB0"/>
    <w:rsid w:val="00AE1160"/>
    <w:rsid w:val="00AE203C"/>
    <w:rsid w:val="00AE2E74"/>
    <w:rsid w:val="00AE57A3"/>
    <w:rsid w:val="00AE5FCB"/>
    <w:rsid w:val="00AF1EE7"/>
    <w:rsid w:val="00AF2C1E"/>
    <w:rsid w:val="00B06142"/>
    <w:rsid w:val="00B135B1"/>
    <w:rsid w:val="00B1435F"/>
    <w:rsid w:val="00B169DF"/>
    <w:rsid w:val="00B2492E"/>
    <w:rsid w:val="00B3130B"/>
    <w:rsid w:val="00B34F51"/>
    <w:rsid w:val="00B365D5"/>
    <w:rsid w:val="00B40ADB"/>
    <w:rsid w:val="00B43B77"/>
    <w:rsid w:val="00B43E80"/>
    <w:rsid w:val="00B47EA9"/>
    <w:rsid w:val="00B607DB"/>
    <w:rsid w:val="00B66529"/>
    <w:rsid w:val="00B72F64"/>
    <w:rsid w:val="00B75946"/>
    <w:rsid w:val="00B8056E"/>
    <w:rsid w:val="00B819C8"/>
    <w:rsid w:val="00B82308"/>
    <w:rsid w:val="00B83A6C"/>
    <w:rsid w:val="00B90885"/>
    <w:rsid w:val="00B91B25"/>
    <w:rsid w:val="00BB0A52"/>
    <w:rsid w:val="00BB520A"/>
    <w:rsid w:val="00BC5937"/>
    <w:rsid w:val="00BD3869"/>
    <w:rsid w:val="00BD66E9"/>
    <w:rsid w:val="00BD6FF4"/>
    <w:rsid w:val="00BF2C41"/>
    <w:rsid w:val="00C058B4"/>
    <w:rsid w:val="00C05F44"/>
    <w:rsid w:val="00C125A5"/>
    <w:rsid w:val="00C131B5"/>
    <w:rsid w:val="00C16ABF"/>
    <w:rsid w:val="00C170AE"/>
    <w:rsid w:val="00C26CB7"/>
    <w:rsid w:val="00C324C1"/>
    <w:rsid w:val="00C36992"/>
    <w:rsid w:val="00C37998"/>
    <w:rsid w:val="00C5217B"/>
    <w:rsid w:val="00C541F5"/>
    <w:rsid w:val="00C56036"/>
    <w:rsid w:val="00C61DC5"/>
    <w:rsid w:val="00C656E7"/>
    <w:rsid w:val="00C67E92"/>
    <w:rsid w:val="00C70A26"/>
    <w:rsid w:val="00C75D2D"/>
    <w:rsid w:val="00C766DF"/>
    <w:rsid w:val="00C94B98"/>
    <w:rsid w:val="00CA2B96"/>
    <w:rsid w:val="00CA4CFE"/>
    <w:rsid w:val="00CA5089"/>
    <w:rsid w:val="00CC0A48"/>
    <w:rsid w:val="00CC4CD6"/>
    <w:rsid w:val="00CD6897"/>
    <w:rsid w:val="00CE5BAC"/>
    <w:rsid w:val="00CF25BE"/>
    <w:rsid w:val="00CF78ED"/>
    <w:rsid w:val="00D01D09"/>
    <w:rsid w:val="00D02B25"/>
    <w:rsid w:val="00D02EBA"/>
    <w:rsid w:val="00D0604D"/>
    <w:rsid w:val="00D17C3C"/>
    <w:rsid w:val="00D26B2C"/>
    <w:rsid w:val="00D3397B"/>
    <w:rsid w:val="00D352C9"/>
    <w:rsid w:val="00D3792B"/>
    <w:rsid w:val="00D425B2"/>
    <w:rsid w:val="00D428D6"/>
    <w:rsid w:val="00D552B2"/>
    <w:rsid w:val="00D56710"/>
    <w:rsid w:val="00D608D1"/>
    <w:rsid w:val="00D7064A"/>
    <w:rsid w:val="00D713A6"/>
    <w:rsid w:val="00D74119"/>
    <w:rsid w:val="00D8075B"/>
    <w:rsid w:val="00D8678B"/>
    <w:rsid w:val="00D95E23"/>
    <w:rsid w:val="00DA2114"/>
    <w:rsid w:val="00DB09FC"/>
    <w:rsid w:val="00DB0DA0"/>
    <w:rsid w:val="00DB12A9"/>
    <w:rsid w:val="00DB545F"/>
    <w:rsid w:val="00DC34A0"/>
    <w:rsid w:val="00DE09C0"/>
    <w:rsid w:val="00DE4A14"/>
    <w:rsid w:val="00DF320D"/>
    <w:rsid w:val="00DF71C8"/>
    <w:rsid w:val="00E129B8"/>
    <w:rsid w:val="00E132BE"/>
    <w:rsid w:val="00E21E7D"/>
    <w:rsid w:val="00E22FBC"/>
    <w:rsid w:val="00E24BF5"/>
    <w:rsid w:val="00E25338"/>
    <w:rsid w:val="00E3789D"/>
    <w:rsid w:val="00E4171A"/>
    <w:rsid w:val="00E51E44"/>
    <w:rsid w:val="00E55660"/>
    <w:rsid w:val="00E63348"/>
    <w:rsid w:val="00E742AA"/>
    <w:rsid w:val="00E77E88"/>
    <w:rsid w:val="00E8107D"/>
    <w:rsid w:val="00E826EC"/>
    <w:rsid w:val="00E960BB"/>
    <w:rsid w:val="00EA2074"/>
    <w:rsid w:val="00EA4832"/>
    <w:rsid w:val="00EA4E9D"/>
    <w:rsid w:val="00EA58EA"/>
    <w:rsid w:val="00EC4899"/>
    <w:rsid w:val="00ED03AB"/>
    <w:rsid w:val="00ED32D2"/>
    <w:rsid w:val="00EE32DE"/>
    <w:rsid w:val="00EE5457"/>
    <w:rsid w:val="00F058E1"/>
    <w:rsid w:val="00F070AB"/>
    <w:rsid w:val="00F17567"/>
    <w:rsid w:val="00F27A7B"/>
    <w:rsid w:val="00F44F41"/>
    <w:rsid w:val="00F526AF"/>
    <w:rsid w:val="00F617C3"/>
    <w:rsid w:val="00F61A26"/>
    <w:rsid w:val="00F7066B"/>
    <w:rsid w:val="00F83B28"/>
    <w:rsid w:val="00F974DA"/>
    <w:rsid w:val="00FA46E5"/>
    <w:rsid w:val="00FB14F8"/>
    <w:rsid w:val="00FB7DBA"/>
    <w:rsid w:val="00FC1C25"/>
    <w:rsid w:val="00FC3F45"/>
    <w:rsid w:val="00FD0730"/>
    <w:rsid w:val="00FD503F"/>
    <w:rsid w:val="00FD6470"/>
    <w:rsid w:val="00FD7589"/>
    <w:rsid w:val="00FF016A"/>
    <w:rsid w:val="00FF1401"/>
    <w:rsid w:val="00FF5E7D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4CD6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B47EA9"/>
  </w:style>
  <w:style w:type="character" w:styleId="Pogrubienie">
    <w:name w:val="Strong"/>
    <w:uiPriority w:val="22"/>
    <w:qFormat/>
    <w:rsid w:val="00DB09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D2BBF-6C4E-4A27-A57D-1D768DB0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215</TotalTime>
  <Pages>5</Pages>
  <Words>1234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29</cp:revision>
  <cp:lastPrinted>2019-02-06T12:12:00Z</cp:lastPrinted>
  <dcterms:created xsi:type="dcterms:W3CDTF">2024-04-16T06:25:00Z</dcterms:created>
  <dcterms:modified xsi:type="dcterms:W3CDTF">2024-08-07T11:40:00Z</dcterms:modified>
</cp:coreProperties>
</file>